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7979F" w14:textId="36D2A421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8D64CA">
        <w:rPr>
          <w:rFonts w:eastAsia="Times New Roman" w:cs="Times New Roman"/>
          <w:lang w:eastAsia="cs-CZ"/>
        </w:rPr>
        <w:t xml:space="preserve">Příloha č. </w:t>
      </w:r>
      <w:r w:rsidR="002E193C">
        <w:rPr>
          <w:rFonts w:eastAsia="Times New Roman" w:cs="Times New Roman"/>
          <w:lang w:eastAsia="cs-CZ"/>
        </w:rPr>
        <w:t>6</w:t>
      </w:r>
      <w:r w:rsidRPr="008D64CA">
        <w:rPr>
          <w:rFonts w:eastAsia="Times New Roman" w:cs="Times New Roman"/>
          <w:lang w:eastAsia="cs-CZ"/>
        </w:rPr>
        <w:t xml:space="preserve"> </w:t>
      </w:r>
      <w:r w:rsidR="00C51E08">
        <w:rPr>
          <w:rFonts w:eastAsia="Times New Roman" w:cs="Times New Roman"/>
          <w:lang w:eastAsia="cs-CZ"/>
        </w:rPr>
        <w:t xml:space="preserve">- </w:t>
      </w:r>
      <w:r w:rsidRPr="008D64CA">
        <w:rPr>
          <w:lang w:eastAsia="cs-CZ"/>
        </w:rPr>
        <w:t>Zadávací dokumentace</w:t>
      </w:r>
    </w:p>
    <w:p w14:paraId="08C0A3A7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480AD251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x-none"/>
        </w:rPr>
      </w:pPr>
    </w:p>
    <w:p w14:paraId="62334FCE" w14:textId="77777777" w:rsidR="006766B1" w:rsidRPr="006766B1" w:rsidRDefault="006766B1" w:rsidP="006766B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Účastník:</w:t>
      </w:r>
    </w:p>
    <w:p w14:paraId="65897EA1" w14:textId="77777777" w:rsidR="006766B1" w:rsidRPr="006766B1" w:rsidRDefault="006766B1" w:rsidP="006766B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Obchodní firma/jméno</w:t>
      </w:r>
      <w:r w:rsidRPr="006766B1">
        <w:rPr>
          <w:rFonts w:eastAsia="Times New Roman" w:cs="Times New Roman"/>
          <w:b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6CBDCCC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Sídlo/místo podnikání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35E2770B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IČO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4BFDC147" w14:textId="77777777" w:rsidR="006766B1" w:rsidRPr="00D716B7" w:rsidRDefault="006766B1" w:rsidP="006766B1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Zastoupen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0ECAA4A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724DCF7E" w14:textId="4354741F" w:rsidR="006766B1" w:rsidRPr="008D64CA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8D64CA">
        <w:rPr>
          <w:rFonts w:eastAsia="Times New Roman" w:cs="Times New Roman"/>
          <w:lang w:eastAsia="cs-CZ"/>
        </w:rPr>
        <w:t xml:space="preserve">který podává nabídku na nadlimitní sektorovou veřejnou zakázku na dodávky s názvem </w:t>
      </w:r>
      <w:bookmarkStart w:id="0" w:name="_Toc403053768"/>
      <w:r w:rsidRPr="008D64CA">
        <w:rPr>
          <w:rFonts w:eastAsia="Times New Roman" w:cs="Times New Roman"/>
          <w:b/>
          <w:lang w:eastAsia="cs-CZ"/>
        </w:rPr>
        <w:t>„</w:t>
      </w:r>
      <w:bookmarkEnd w:id="0"/>
      <w:r w:rsidR="008D64CA" w:rsidRPr="008D64CA">
        <w:rPr>
          <w:rFonts w:cs="Verdana,Bold"/>
          <w:b/>
          <w:bCs/>
        </w:rPr>
        <w:t>Zřízení společného datového prostředí (</w:t>
      </w:r>
      <w:proofErr w:type="spellStart"/>
      <w:r w:rsidR="008D64CA" w:rsidRPr="008D64CA">
        <w:rPr>
          <w:rFonts w:cs="Verdana,Bold"/>
          <w:b/>
          <w:bCs/>
        </w:rPr>
        <w:t>Common</w:t>
      </w:r>
      <w:proofErr w:type="spellEnd"/>
      <w:r w:rsidR="008D64CA" w:rsidRPr="008D64CA">
        <w:rPr>
          <w:rFonts w:cs="Verdana,Bold"/>
          <w:b/>
          <w:bCs/>
        </w:rPr>
        <w:t xml:space="preserve"> Data </w:t>
      </w:r>
      <w:proofErr w:type="spellStart"/>
      <w:r w:rsidR="008D64CA" w:rsidRPr="008D64CA">
        <w:rPr>
          <w:rFonts w:cs="Verdana,Bold"/>
          <w:b/>
          <w:bCs/>
        </w:rPr>
        <w:t>Environment</w:t>
      </w:r>
      <w:proofErr w:type="spellEnd"/>
      <w:r w:rsidR="008D64CA" w:rsidRPr="008D64CA">
        <w:rPr>
          <w:rFonts w:cs="Verdana,Bold"/>
          <w:b/>
          <w:bCs/>
        </w:rPr>
        <w:t xml:space="preserve"> – CDE) v rámci implementace BIM</w:t>
      </w:r>
      <w:r w:rsidRPr="008D64CA">
        <w:rPr>
          <w:rFonts w:eastAsia="Times New Roman" w:cs="Times New Roman"/>
          <w:b/>
          <w:lang w:eastAsia="cs-CZ"/>
        </w:rPr>
        <w:t>“</w:t>
      </w:r>
      <w:r w:rsidRPr="008D64CA">
        <w:rPr>
          <w:rFonts w:eastAsia="Times New Roman" w:cs="Times New Roman"/>
          <w:lang w:eastAsia="cs-CZ"/>
        </w:rPr>
        <w:t xml:space="preserve">, č. j. </w:t>
      </w:r>
      <w:r w:rsidR="00FB0020" w:rsidRPr="00FB0020">
        <w:rPr>
          <w:rFonts w:eastAsia="Times New Roman" w:cs="Times New Roman"/>
          <w:lang w:eastAsia="cs-CZ"/>
        </w:rPr>
        <w:t>46984</w:t>
      </w:r>
      <w:r w:rsidRPr="00FB0020">
        <w:rPr>
          <w:rFonts w:eastAsia="Times New Roman" w:cs="Times New Roman"/>
          <w:lang w:eastAsia="cs-CZ"/>
        </w:rPr>
        <w:t>/202</w:t>
      </w:r>
      <w:r w:rsidR="00FB0020" w:rsidRPr="00FB0020">
        <w:rPr>
          <w:rFonts w:eastAsia="Times New Roman" w:cs="Times New Roman"/>
          <w:lang w:eastAsia="cs-CZ"/>
        </w:rPr>
        <w:t>3</w:t>
      </w:r>
      <w:r w:rsidRPr="00FB0020">
        <w:rPr>
          <w:rFonts w:eastAsia="Times New Roman" w:cs="Times New Roman"/>
          <w:lang w:eastAsia="cs-CZ"/>
        </w:rPr>
        <w:t>-SŽ-GŘ-O8,</w:t>
      </w:r>
      <w:r w:rsidRPr="008D64CA">
        <w:rPr>
          <w:rFonts w:eastAsia="Times New Roman" w:cs="Times New Roman"/>
          <w:lang w:eastAsia="cs-CZ"/>
        </w:rPr>
        <w:t xml:space="preserve"> tímto čestně prohlašuje, že:</w:t>
      </w:r>
    </w:p>
    <w:p w14:paraId="2E1E0338" w14:textId="50A6D217" w:rsidR="006766B1" w:rsidRPr="00E20D68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 xml:space="preserve">minimální roční obrat dodavatele </w:t>
      </w:r>
      <w:r w:rsidRPr="007273F7">
        <w:rPr>
          <w:rFonts w:eastAsia="Times New Roman" w:cs="Times New Roman"/>
          <w:lang w:eastAsia="cs-CZ"/>
        </w:rPr>
        <w:t xml:space="preserve">dosahoval </w:t>
      </w:r>
      <w:r w:rsidR="00895A73" w:rsidRPr="007273F7">
        <w:rPr>
          <w:rFonts w:eastAsia="Times New Roman" w:cs="Times New Roman"/>
          <w:lang w:eastAsia="cs-CZ"/>
        </w:rPr>
        <w:t>3</w:t>
      </w:r>
      <w:r w:rsidR="00295A40" w:rsidRPr="007273F7">
        <w:rPr>
          <w:rFonts w:eastAsia="Times New Roman" w:cs="Times New Roman"/>
          <w:lang w:eastAsia="cs-CZ"/>
        </w:rPr>
        <w:t>6</w:t>
      </w:r>
      <w:r w:rsidR="008E29F4">
        <w:rPr>
          <w:rFonts w:eastAsia="Times New Roman" w:cs="Times New Roman"/>
          <w:lang w:eastAsia="cs-CZ"/>
        </w:rPr>
        <w:t> </w:t>
      </w:r>
      <w:r w:rsidR="008D64CA" w:rsidRPr="007273F7">
        <w:rPr>
          <w:rFonts w:eastAsia="Times New Roman" w:cs="Times New Roman"/>
          <w:lang w:eastAsia="cs-CZ"/>
        </w:rPr>
        <w:t>000</w:t>
      </w:r>
      <w:r w:rsidR="008E29F4">
        <w:rPr>
          <w:rFonts w:eastAsia="Times New Roman" w:cs="Times New Roman"/>
          <w:lang w:eastAsia="cs-CZ"/>
        </w:rPr>
        <w:t> </w:t>
      </w:r>
      <w:r w:rsidR="008D64CA" w:rsidRPr="007273F7">
        <w:rPr>
          <w:rFonts w:eastAsia="Times New Roman" w:cs="Times New Roman"/>
          <w:lang w:eastAsia="cs-CZ"/>
        </w:rPr>
        <w:t>000</w:t>
      </w:r>
      <w:r w:rsidR="008E29F4">
        <w:rPr>
          <w:rFonts w:eastAsia="Times New Roman" w:cs="Times New Roman"/>
          <w:lang w:eastAsia="cs-CZ"/>
        </w:rPr>
        <w:t> </w:t>
      </w:r>
      <w:bookmarkStart w:id="1" w:name="_GoBack"/>
      <w:bookmarkEnd w:id="1"/>
      <w:r w:rsidRPr="007273F7">
        <w:rPr>
          <w:rFonts w:eastAsia="Times New Roman" w:cs="Times New Roman"/>
          <w:lang w:eastAsia="cs-CZ"/>
        </w:rPr>
        <w:t>Kč bez DPH za</w:t>
      </w:r>
      <w:r w:rsidRPr="00E20D68">
        <w:rPr>
          <w:rFonts w:eastAsia="Times New Roman" w:cs="Times New Roman"/>
          <w:lang w:eastAsia="cs-CZ"/>
        </w:rPr>
        <w:t xml:space="preserve"> každé </w:t>
      </w:r>
      <w:proofErr w:type="gramStart"/>
      <w:r w:rsidRPr="00E20D68">
        <w:rPr>
          <w:rFonts w:eastAsia="Times New Roman" w:cs="Times New Roman"/>
          <w:lang w:eastAsia="cs-CZ"/>
        </w:rPr>
        <w:t>ze  tří</w:t>
      </w:r>
      <w:proofErr w:type="gramEnd"/>
      <w:r w:rsidR="00446EB6">
        <w:rPr>
          <w:rFonts w:eastAsia="Times New Roman" w:cs="Times New Roman"/>
          <w:lang w:eastAsia="cs-CZ"/>
        </w:rPr>
        <w:t xml:space="preserve"> </w:t>
      </w:r>
      <w:r w:rsidRPr="00E20D68">
        <w:rPr>
          <w:rFonts w:eastAsia="Times New Roman" w:cs="Times New Roman"/>
          <w:lang w:eastAsia="cs-CZ"/>
        </w:rPr>
        <w:t>uzavřených, bezprostředně předcházejících účetních období, jestliže účastník vznikl později, tak za všechna uzavřená účetní období od svého vzniku, a účastník tedy</w:t>
      </w:r>
    </w:p>
    <w:p w14:paraId="506E4B4B" w14:textId="77777777" w:rsidR="006766B1" w:rsidRPr="00D716B7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324B4ED1" w14:textId="77777777" w:rsidR="006766B1" w:rsidRPr="00E20D68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10"/>
        <w:gridCol w:w="1564"/>
        <w:gridCol w:w="2161"/>
        <w:gridCol w:w="2161"/>
      </w:tblGrid>
      <w:tr w:rsidR="006766B1" w:rsidRPr="00E20D68" w14:paraId="6A877572" w14:textId="77777777" w:rsidTr="00957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6766B1" w:rsidRPr="00E20D68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4542C1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1EB65C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46D5DD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766B1" w:rsidRPr="00E20D68" w14:paraId="7CDBC256" w14:textId="77777777" w:rsidTr="00957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69B18169" w14:textId="31C1AD1D" w:rsidR="006766B1" w:rsidRPr="00E20D68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Dosažený obrat dodavatele v tis. Kč</w:t>
            </w:r>
          </w:p>
        </w:tc>
        <w:tc>
          <w:tcPr>
            <w:tcW w:w="1663" w:type="dxa"/>
          </w:tcPr>
          <w:p w14:paraId="59BE81AB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</w:tcPr>
          <w:p w14:paraId="7C8165DE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</w:tcPr>
          <w:p w14:paraId="0B2DF34F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15BB56A1" w14:textId="77777777" w:rsidR="006766B1" w:rsidRPr="00D716B7" w:rsidRDefault="006766B1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21F15280" w14:textId="72F21BB3" w:rsidR="00232DC1" w:rsidRDefault="00232DC1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Přílohu tohoto čestného prohlášení tvoří </w:t>
      </w:r>
      <w:r w:rsidR="00444670">
        <w:rPr>
          <w:rFonts w:eastAsia="Times New Roman" w:cs="Times New Roman"/>
          <w:lang w:eastAsia="cs-CZ"/>
        </w:rPr>
        <w:t>příslušné výkazy zisku a ztrát</w:t>
      </w:r>
      <w:r w:rsidR="00200243">
        <w:rPr>
          <w:rFonts w:eastAsia="Times New Roman" w:cs="Times New Roman"/>
          <w:lang w:eastAsia="cs-CZ"/>
        </w:rPr>
        <w:t xml:space="preserve"> nebo obdobné doklady podle právního řádu sídla dodavatele.</w:t>
      </w:r>
    </w:p>
    <w:p w14:paraId="4D1D93C5" w14:textId="02BABC38" w:rsidR="00200243" w:rsidRDefault="00200243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0D3670A" w14:textId="77777777" w:rsidR="00200243" w:rsidRDefault="00200243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F71BDB" w14:textId="106C331B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V ……………</w:t>
      </w:r>
      <w:proofErr w:type="gramStart"/>
      <w:r w:rsidRPr="00D716B7">
        <w:rPr>
          <w:rFonts w:eastAsia="Times New Roman" w:cs="Times New Roman"/>
          <w:lang w:eastAsia="cs-CZ"/>
        </w:rPr>
        <w:t>…….</w:t>
      </w:r>
      <w:proofErr w:type="gramEnd"/>
      <w:r w:rsidRPr="00D716B7">
        <w:rPr>
          <w:rFonts w:eastAsia="Times New Roman" w:cs="Times New Roman"/>
          <w:lang w:eastAsia="cs-CZ"/>
        </w:rPr>
        <w:t>… dne ………………………</w:t>
      </w:r>
    </w:p>
    <w:p w14:paraId="78F47154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AC9C60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F7E843" w14:textId="77777777" w:rsidR="006766B1" w:rsidRPr="00D716B7" w:rsidRDefault="006766B1" w:rsidP="006766B1"/>
    <w:p w14:paraId="52630929" w14:textId="77777777" w:rsidR="00ED4B10" w:rsidRPr="006766B1" w:rsidRDefault="00ED4B10" w:rsidP="006766B1"/>
    <w:sectPr w:rsidR="00ED4B10" w:rsidRPr="006766B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5E959" w14:textId="77777777" w:rsidR="00242D62" w:rsidRDefault="00242D62" w:rsidP="00962258">
      <w:pPr>
        <w:spacing w:after="0" w:line="240" w:lineRule="auto"/>
      </w:pPr>
      <w:r>
        <w:separator/>
      </w:r>
    </w:p>
  </w:endnote>
  <w:endnote w:type="continuationSeparator" w:id="0">
    <w:p w14:paraId="46EBC244" w14:textId="77777777" w:rsidR="00242D62" w:rsidRDefault="00242D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6700AD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D9C033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A558DB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1E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1E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53E6C29C" w:rsidR="00F1715C" w:rsidRDefault="00693AD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5B9632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4C0420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F7BF6" w14:textId="77777777" w:rsidR="00242D62" w:rsidRDefault="00242D62" w:rsidP="00962258">
      <w:pPr>
        <w:spacing w:after="0" w:line="240" w:lineRule="auto"/>
      </w:pPr>
      <w:r>
        <w:separator/>
      </w:r>
    </w:p>
  </w:footnote>
  <w:footnote w:type="continuationSeparator" w:id="0">
    <w:p w14:paraId="214D4B2E" w14:textId="77777777" w:rsidR="00242D62" w:rsidRDefault="00242D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0E6CB0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D4234"/>
    <w:rsid w:val="00200243"/>
    <w:rsid w:val="00207DF5"/>
    <w:rsid w:val="00232DC1"/>
    <w:rsid w:val="00242D62"/>
    <w:rsid w:val="00280E07"/>
    <w:rsid w:val="00295A40"/>
    <w:rsid w:val="0029793A"/>
    <w:rsid w:val="002C31BF"/>
    <w:rsid w:val="002D08B1"/>
    <w:rsid w:val="002E0CD7"/>
    <w:rsid w:val="002E193C"/>
    <w:rsid w:val="00307518"/>
    <w:rsid w:val="00335328"/>
    <w:rsid w:val="00341DCF"/>
    <w:rsid w:val="00357BC6"/>
    <w:rsid w:val="003956C6"/>
    <w:rsid w:val="003E4ED3"/>
    <w:rsid w:val="00441430"/>
    <w:rsid w:val="00444670"/>
    <w:rsid w:val="00446EB6"/>
    <w:rsid w:val="0044749F"/>
    <w:rsid w:val="00450F07"/>
    <w:rsid w:val="00453CD3"/>
    <w:rsid w:val="00460660"/>
    <w:rsid w:val="00486107"/>
    <w:rsid w:val="00491827"/>
    <w:rsid w:val="004B28BB"/>
    <w:rsid w:val="004B348C"/>
    <w:rsid w:val="004C0654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3A7"/>
    <w:rsid w:val="00553375"/>
    <w:rsid w:val="00557C28"/>
    <w:rsid w:val="0056358F"/>
    <w:rsid w:val="005736B7"/>
    <w:rsid w:val="00575E5A"/>
    <w:rsid w:val="00584EF1"/>
    <w:rsid w:val="005F1404"/>
    <w:rsid w:val="0061068E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D6CF8"/>
    <w:rsid w:val="006D7AFE"/>
    <w:rsid w:val="006E0578"/>
    <w:rsid w:val="006E314D"/>
    <w:rsid w:val="006F72FE"/>
    <w:rsid w:val="00710723"/>
    <w:rsid w:val="00717AD6"/>
    <w:rsid w:val="007213FF"/>
    <w:rsid w:val="00723ED1"/>
    <w:rsid w:val="007273F7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7571B"/>
    <w:rsid w:val="00886D4B"/>
    <w:rsid w:val="00892556"/>
    <w:rsid w:val="00895406"/>
    <w:rsid w:val="00895A73"/>
    <w:rsid w:val="008A3568"/>
    <w:rsid w:val="008D03B9"/>
    <w:rsid w:val="008D64CA"/>
    <w:rsid w:val="008E29F4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6177B"/>
    <w:rsid w:val="00A6534B"/>
    <w:rsid w:val="00A66136"/>
    <w:rsid w:val="00A942D6"/>
    <w:rsid w:val="00AA4CBB"/>
    <w:rsid w:val="00AA65FA"/>
    <w:rsid w:val="00AA7351"/>
    <w:rsid w:val="00AD056F"/>
    <w:rsid w:val="00AD6731"/>
    <w:rsid w:val="00B15D0D"/>
    <w:rsid w:val="00B7067D"/>
    <w:rsid w:val="00B71AAE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65AA"/>
    <w:rsid w:val="00C47AE3"/>
    <w:rsid w:val="00C51E08"/>
    <w:rsid w:val="00CD1FC4"/>
    <w:rsid w:val="00D11E08"/>
    <w:rsid w:val="00D21061"/>
    <w:rsid w:val="00D4108E"/>
    <w:rsid w:val="00D6163D"/>
    <w:rsid w:val="00D73D46"/>
    <w:rsid w:val="00D831A3"/>
    <w:rsid w:val="00DC75F3"/>
    <w:rsid w:val="00DD46F3"/>
    <w:rsid w:val="00DE0A4B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0020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03FE77-BB8F-48E2-8E07-A177F3A6C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36B345-F86B-4BBE-9AC9-0A224373F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19</cp:revision>
  <cp:lastPrinted>2017-11-28T17:18:00Z</cp:lastPrinted>
  <dcterms:created xsi:type="dcterms:W3CDTF">2022-11-23T11:44:00Z</dcterms:created>
  <dcterms:modified xsi:type="dcterms:W3CDTF">2023-07-11T14:30:00Z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